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F1C" w:rsidRDefault="00CB7BCA" w:rsidP="00676998">
      <w:pPr>
        <w:spacing w:line="276" w:lineRule="auto"/>
        <w:rPr>
          <w:rFonts w:ascii="Arial" w:hAnsi="Arial" w:cs="Arial"/>
          <w:sz w:val="24"/>
          <w:szCs w:val="24"/>
        </w:rPr>
      </w:pPr>
      <w:r w:rsidRPr="00CB7BCA">
        <w:rPr>
          <w:rFonts w:ascii="Arial" w:hAnsi="Arial" w:cs="Arial"/>
          <w:sz w:val="24"/>
          <w:szCs w:val="24"/>
        </w:rPr>
        <w:t>IDENTIFIKAČNÍ ÚDAJE ÚČASTNÍKA, AUTOR</w:t>
      </w:r>
      <w:r w:rsidR="00DA3D47">
        <w:rPr>
          <w:rFonts w:ascii="Arial" w:hAnsi="Arial" w:cs="Arial"/>
          <w:sz w:val="24"/>
          <w:szCs w:val="24"/>
        </w:rPr>
        <w:t>Ů</w:t>
      </w:r>
      <w:r w:rsidRPr="00CB7BCA">
        <w:rPr>
          <w:rFonts w:ascii="Arial" w:hAnsi="Arial" w:cs="Arial"/>
          <w:sz w:val="24"/>
          <w:szCs w:val="24"/>
        </w:rPr>
        <w:t xml:space="preserve"> A SPOLUPRACUJÍCÍCH OSOB </w:t>
      </w:r>
    </w:p>
    <w:p w:rsidR="00CB7BCA" w:rsidRPr="00CB7BCA" w:rsidRDefault="00CB7BCA" w:rsidP="00676998">
      <w:pPr>
        <w:spacing w:line="276" w:lineRule="auto"/>
        <w:rPr>
          <w:rFonts w:ascii="Arial" w:hAnsi="Arial" w:cs="Arial"/>
          <w:sz w:val="24"/>
          <w:szCs w:val="24"/>
        </w:rPr>
      </w:pPr>
      <w:r w:rsidRPr="00CB7BCA">
        <w:rPr>
          <w:rFonts w:ascii="Arial" w:hAnsi="Arial" w:cs="Arial"/>
          <w:sz w:val="24"/>
          <w:szCs w:val="24"/>
        </w:rPr>
        <w:t>A SOUHLAS S UŽITÍM OSOBNÍCH ÚDAJŮ</w:t>
      </w: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61"/>
        <w:gridCol w:w="4023"/>
      </w:tblGrid>
      <w:tr w:rsidR="00CB7BCA" w:rsidTr="005A6F1C">
        <w:trPr>
          <w:trHeight w:val="828"/>
        </w:trPr>
        <w:tc>
          <w:tcPr>
            <w:tcW w:w="8784" w:type="dxa"/>
            <w:gridSpan w:val="2"/>
            <w:shd w:val="clear" w:color="auto" w:fill="auto"/>
          </w:tcPr>
          <w:p w:rsidR="00CB7BCA" w:rsidRPr="00CB7BCA" w:rsidRDefault="00DA3D47" w:rsidP="00B20728">
            <w:pPr>
              <w:rPr>
                <w:rFonts w:ascii="Arial" w:hAnsi="Arial" w:cs="Arial"/>
                <w:b/>
                <w:szCs w:val="20"/>
              </w:rPr>
            </w:pPr>
            <w:r w:rsidRPr="00CB7BCA">
              <w:rPr>
                <w:rFonts w:ascii="Arial" w:hAnsi="Arial" w:cs="Arial"/>
                <w:b/>
                <w:szCs w:val="20"/>
              </w:rPr>
              <w:t>Účastník / účastnící</w:t>
            </w:r>
            <w:r w:rsidR="00CB7BCA" w:rsidRPr="00CB7BCA">
              <w:rPr>
                <w:rFonts w:ascii="Arial" w:hAnsi="Arial" w:cs="Arial"/>
                <w:b/>
                <w:szCs w:val="20"/>
              </w:rPr>
              <w:t xml:space="preserve"> soutěže</w:t>
            </w:r>
          </w:p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Osoba / osoby / společnosti, které splňují bod 5.1 Soutěžních podmínek a se kterou / kterými bude případně jednáno o následné zakázce</w:t>
            </w:r>
            <w:r w:rsidR="003669E4">
              <w:rPr>
                <w:rFonts w:ascii="Arial" w:hAnsi="Arial" w:cs="Arial"/>
                <w:szCs w:val="20"/>
              </w:rPr>
              <w:t>.</w:t>
            </w:r>
          </w:p>
        </w:tc>
      </w:tr>
      <w:tr w:rsidR="00CB7BCA" w:rsidTr="005A6F1C">
        <w:trPr>
          <w:trHeight w:val="983"/>
        </w:trPr>
        <w:tc>
          <w:tcPr>
            <w:tcW w:w="4761" w:type="dxa"/>
          </w:tcPr>
          <w:p w:rsidR="00CB7BCA" w:rsidRPr="00CB7BCA" w:rsidRDefault="00CB7BCA" w:rsidP="00B20728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j</w:t>
            </w:r>
            <w:r w:rsidRPr="00CB7BCA">
              <w:rPr>
                <w:rFonts w:ascii="Arial" w:hAnsi="Arial" w:cs="Arial"/>
                <w:b/>
                <w:szCs w:val="20"/>
              </w:rPr>
              <w:t>méno / název obchodní společnosti</w:t>
            </w:r>
          </w:p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sídlo</w:t>
            </w:r>
          </w:p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IČ</w:t>
            </w:r>
          </w:p>
        </w:tc>
        <w:tc>
          <w:tcPr>
            <w:tcW w:w="4023" w:type="dxa"/>
          </w:tcPr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email</w:t>
            </w:r>
          </w:p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datová schránka</w:t>
            </w:r>
          </w:p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telefon</w:t>
            </w:r>
          </w:p>
        </w:tc>
      </w:tr>
      <w:tr w:rsidR="00CB7BCA" w:rsidTr="005A6F1C">
        <w:trPr>
          <w:trHeight w:val="565"/>
        </w:trPr>
        <w:tc>
          <w:tcPr>
            <w:tcW w:w="4761" w:type="dxa"/>
          </w:tcPr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023" w:type="dxa"/>
          </w:tcPr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</w:p>
        </w:tc>
      </w:tr>
      <w:tr w:rsidR="00CB7BCA" w:rsidTr="005A6F1C">
        <w:trPr>
          <w:trHeight w:val="545"/>
        </w:trPr>
        <w:tc>
          <w:tcPr>
            <w:tcW w:w="4761" w:type="dxa"/>
          </w:tcPr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023" w:type="dxa"/>
          </w:tcPr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</w:p>
        </w:tc>
      </w:tr>
      <w:tr w:rsidR="00CB7BCA" w:rsidTr="005A6F1C">
        <w:trPr>
          <w:trHeight w:val="567"/>
        </w:trPr>
        <w:tc>
          <w:tcPr>
            <w:tcW w:w="4761" w:type="dxa"/>
          </w:tcPr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023" w:type="dxa"/>
          </w:tcPr>
          <w:p w:rsidR="00CB7BCA" w:rsidRDefault="00CB7BCA" w:rsidP="00B20728">
            <w:pPr>
              <w:rPr>
                <w:rFonts w:ascii="Arial" w:hAnsi="Arial" w:cs="Arial"/>
                <w:szCs w:val="20"/>
              </w:rPr>
            </w:pPr>
          </w:p>
        </w:tc>
      </w:tr>
    </w:tbl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61"/>
        <w:gridCol w:w="4165"/>
      </w:tblGrid>
      <w:tr w:rsidR="00CB7BCA" w:rsidTr="00DA3D47">
        <w:trPr>
          <w:trHeight w:val="365"/>
        </w:trPr>
        <w:tc>
          <w:tcPr>
            <w:tcW w:w="8926" w:type="dxa"/>
            <w:gridSpan w:val="2"/>
            <w:shd w:val="clear" w:color="auto" w:fill="auto"/>
          </w:tcPr>
          <w:p w:rsidR="00CB7BCA" w:rsidRPr="00CB7BCA" w:rsidRDefault="00DA3D47" w:rsidP="00F7146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Autor / autoři návrhu</w:t>
            </w:r>
          </w:p>
          <w:p w:rsidR="00CB7BCA" w:rsidRDefault="00CB7BCA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CB7BCA" w:rsidTr="00DA3D47">
        <w:trPr>
          <w:trHeight w:val="599"/>
        </w:trPr>
        <w:tc>
          <w:tcPr>
            <w:tcW w:w="4761" w:type="dxa"/>
          </w:tcPr>
          <w:p w:rsidR="00CB7BCA" w:rsidRPr="00CB7BCA" w:rsidRDefault="00CB7BCA" w:rsidP="00F7146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j</w:t>
            </w:r>
            <w:r w:rsidRPr="00CB7BCA">
              <w:rPr>
                <w:rFonts w:ascii="Arial" w:hAnsi="Arial" w:cs="Arial"/>
                <w:b/>
                <w:szCs w:val="20"/>
              </w:rPr>
              <w:t>méno / název obchodní společnosti</w:t>
            </w:r>
          </w:p>
          <w:p w:rsidR="00CB7BCA" w:rsidRDefault="00CB7BCA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65" w:type="dxa"/>
          </w:tcPr>
          <w:p w:rsidR="00CB7BCA" w:rsidRDefault="00DA3D47" w:rsidP="00DA3D47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Autorizace / vysokoškolské vzdělání v oboru, případně praxe v oboru</w:t>
            </w:r>
          </w:p>
        </w:tc>
      </w:tr>
      <w:tr w:rsidR="00CB7BCA" w:rsidTr="005A6F1C">
        <w:trPr>
          <w:trHeight w:val="565"/>
        </w:trPr>
        <w:tc>
          <w:tcPr>
            <w:tcW w:w="4761" w:type="dxa"/>
          </w:tcPr>
          <w:p w:rsidR="00CB7BCA" w:rsidRDefault="00CB7BCA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65" w:type="dxa"/>
          </w:tcPr>
          <w:p w:rsidR="00CB7BCA" w:rsidRDefault="00CB7BCA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CB7BCA" w:rsidTr="005A6F1C">
        <w:trPr>
          <w:trHeight w:val="545"/>
        </w:trPr>
        <w:tc>
          <w:tcPr>
            <w:tcW w:w="4761" w:type="dxa"/>
          </w:tcPr>
          <w:p w:rsidR="00CB7BCA" w:rsidRDefault="00CB7BCA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65" w:type="dxa"/>
          </w:tcPr>
          <w:p w:rsidR="00CB7BCA" w:rsidRDefault="00CB7BCA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CB7BCA" w:rsidTr="005A6F1C">
        <w:trPr>
          <w:trHeight w:val="567"/>
        </w:trPr>
        <w:tc>
          <w:tcPr>
            <w:tcW w:w="4761" w:type="dxa"/>
          </w:tcPr>
          <w:p w:rsidR="00CB7BCA" w:rsidRDefault="00CB7BCA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65" w:type="dxa"/>
          </w:tcPr>
          <w:p w:rsidR="00CB7BCA" w:rsidRDefault="00CB7BCA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3669E4" w:rsidTr="005A6F1C">
        <w:trPr>
          <w:trHeight w:val="567"/>
        </w:trPr>
        <w:tc>
          <w:tcPr>
            <w:tcW w:w="4761" w:type="dxa"/>
          </w:tcPr>
          <w:p w:rsidR="003669E4" w:rsidRDefault="003669E4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65" w:type="dxa"/>
          </w:tcPr>
          <w:p w:rsidR="003669E4" w:rsidRDefault="003669E4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3669E4" w:rsidTr="005A6F1C">
        <w:trPr>
          <w:trHeight w:val="567"/>
        </w:trPr>
        <w:tc>
          <w:tcPr>
            <w:tcW w:w="4761" w:type="dxa"/>
          </w:tcPr>
          <w:p w:rsidR="003669E4" w:rsidRDefault="003669E4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65" w:type="dxa"/>
          </w:tcPr>
          <w:p w:rsidR="003669E4" w:rsidRDefault="003669E4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3669E4" w:rsidTr="005A6F1C">
        <w:trPr>
          <w:trHeight w:val="567"/>
        </w:trPr>
        <w:tc>
          <w:tcPr>
            <w:tcW w:w="4761" w:type="dxa"/>
          </w:tcPr>
          <w:p w:rsidR="003669E4" w:rsidRDefault="003669E4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65" w:type="dxa"/>
          </w:tcPr>
          <w:p w:rsidR="003669E4" w:rsidRDefault="003669E4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3669E4" w:rsidTr="005A6F1C">
        <w:trPr>
          <w:trHeight w:val="567"/>
        </w:trPr>
        <w:tc>
          <w:tcPr>
            <w:tcW w:w="4761" w:type="dxa"/>
          </w:tcPr>
          <w:p w:rsidR="003669E4" w:rsidRDefault="003669E4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65" w:type="dxa"/>
          </w:tcPr>
          <w:p w:rsidR="003669E4" w:rsidRDefault="003669E4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3669E4" w:rsidTr="005A6F1C">
        <w:trPr>
          <w:trHeight w:val="567"/>
        </w:trPr>
        <w:tc>
          <w:tcPr>
            <w:tcW w:w="4761" w:type="dxa"/>
          </w:tcPr>
          <w:p w:rsidR="003669E4" w:rsidRDefault="003669E4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65" w:type="dxa"/>
          </w:tcPr>
          <w:p w:rsidR="003669E4" w:rsidRDefault="003669E4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79121E" w:rsidTr="00F71466">
        <w:trPr>
          <w:trHeight w:val="828"/>
        </w:trPr>
        <w:tc>
          <w:tcPr>
            <w:tcW w:w="8926" w:type="dxa"/>
            <w:gridSpan w:val="2"/>
            <w:shd w:val="clear" w:color="auto" w:fill="auto"/>
          </w:tcPr>
          <w:p w:rsidR="0079121E" w:rsidRPr="00CB7BCA" w:rsidRDefault="0079121E" w:rsidP="00F7146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>Spolupracující Osoby</w:t>
            </w:r>
          </w:p>
          <w:p w:rsidR="0079121E" w:rsidRDefault="00DA3D47" w:rsidP="00F7146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="0079121E">
              <w:rPr>
                <w:rFonts w:ascii="Arial" w:hAnsi="Arial" w:cs="Arial"/>
                <w:szCs w:val="20"/>
              </w:rPr>
              <w:t>soby, které se podílely na návrhu, ale nejsou autory.</w:t>
            </w:r>
          </w:p>
        </w:tc>
      </w:tr>
      <w:tr w:rsidR="0079121E" w:rsidTr="00AB4D63">
        <w:trPr>
          <w:trHeight w:val="426"/>
        </w:trPr>
        <w:tc>
          <w:tcPr>
            <w:tcW w:w="8926" w:type="dxa"/>
            <w:gridSpan w:val="2"/>
          </w:tcPr>
          <w:p w:rsidR="0079121E" w:rsidRPr="00CB7BCA" w:rsidRDefault="0079121E" w:rsidP="00F7146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j</w:t>
            </w:r>
            <w:r w:rsidRPr="00CB7BCA">
              <w:rPr>
                <w:rFonts w:ascii="Arial" w:hAnsi="Arial" w:cs="Arial"/>
                <w:b/>
                <w:szCs w:val="20"/>
              </w:rPr>
              <w:t>méno / název obchodní společnosti</w:t>
            </w:r>
          </w:p>
          <w:p w:rsidR="0079121E" w:rsidRDefault="0079121E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79121E" w:rsidTr="00F71466">
        <w:trPr>
          <w:trHeight w:val="565"/>
        </w:trPr>
        <w:tc>
          <w:tcPr>
            <w:tcW w:w="8926" w:type="dxa"/>
            <w:gridSpan w:val="2"/>
          </w:tcPr>
          <w:p w:rsidR="0079121E" w:rsidRDefault="0079121E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79121E" w:rsidTr="00F71466">
        <w:trPr>
          <w:trHeight w:val="545"/>
        </w:trPr>
        <w:tc>
          <w:tcPr>
            <w:tcW w:w="8926" w:type="dxa"/>
            <w:gridSpan w:val="2"/>
          </w:tcPr>
          <w:p w:rsidR="0079121E" w:rsidRDefault="0079121E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79121E" w:rsidTr="00F71466">
        <w:trPr>
          <w:trHeight w:val="567"/>
        </w:trPr>
        <w:tc>
          <w:tcPr>
            <w:tcW w:w="8926" w:type="dxa"/>
            <w:gridSpan w:val="2"/>
          </w:tcPr>
          <w:p w:rsidR="0079121E" w:rsidRDefault="0079121E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79121E" w:rsidTr="00F71466">
        <w:trPr>
          <w:trHeight w:val="567"/>
        </w:trPr>
        <w:tc>
          <w:tcPr>
            <w:tcW w:w="8926" w:type="dxa"/>
            <w:gridSpan w:val="2"/>
          </w:tcPr>
          <w:p w:rsidR="0079121E" w:rsidRDefault="0079121E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79121E" w:rsidTr="00F71466">
        <w:trPr>
          <w:trHeight w:val="567"/>
        </w:trPr>
        <w:tc>
          <w:tcPr>
            <w:tcW w:w="8926" w:type="dxa"/>
            <w:gridSpan w:val="2"/>
          </w:tcPr>
          <w:p w:rsidR="0079121E" w:rsidRDefault="0079121E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79121E" w:rsidTr="00F71466">
        <w:trPr>
          <w:trHeight w:val="567"/>
        </w:trPr>
        <w:tc>
          <w:tcPr>
            <w:tcW w:w="8926" w:type="dxa"/>
            <w:gridSpan w:val="2"/>
          </w:tcPr>
          <w:p w:rsidR="0079121E" w:rsidRDefault="0079121E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79121E" w:rsidTr="00F71466">
        <w:trPr>
          <w:trHeight w:val="567"/>
        </w:trPr>
        <w:tc>
          <w:tcPr>
            <w:tcW w:w="8926" w:type="dxa"/>
            <w:gridSpan w:val="2"/>
          </w:tcPr>
          <w:p w:rsidR="0079121E" w:rsidRDefault="0079121E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79121E" w:rsidTr="0079121E">
        <w:trPr>
          <w:trHeight w:val="567"/>
        </w:trPr>
        <w:tc>
          <w:tcPr>
            <w:tcW w:w="8926" w:type="dxa"/>
            <w:gridSpan w:val="2"/>
          </w:tcPr>
          <w:p w:rsidR="0079121E" w:rsidRDefault="0079121E" w:rsidP="00F7146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552"/>
      </w:tblGrid>
      <w:tr w:rsidR="002C0A86" w:rsidTr="002C0A86">
        <w:trPr>
          <w:trHeight w:val="828"/>
        </w:trPr>
        <w:tc>
          <w:tcPr>
            <w:tcW w:w="8926" w:type="dxa"/>
            <w:gridSpan w:val="3"/>
            <w:shd w:val="clear" w:color="auto" w:fill="auto"/>
          </w:tcPr>
          <w:p w:rsidR="002C0A86" w:rsidRDefault="002C0A86" w:rsidP="00F7146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Souhlas </w:t>
            </w:r>
            <w:r w:rsidR="00AB4D63">
              <w:rPr>
                <w:rFonts w:ascii="Arial" w:hAnsi="Arial" w:cs="Arial"/>
                <w:b/>
                <w:szCs w:val="20"/>
              </w:rPr>
              <w:t>s</w:t>
            </w:r>
            <w:r w:rsidR="00320DCA">
              <w:rPr>
                <w:rFonts w:ascii="Arial" w:hAnsi="Arial" w:cs="Arial"/>
                <w:b/>
                <w:szCs w:val="20"/>
              </w:rPr>
              <w:t>e zpracováním</w:t>
            </w:r>
            <w:bookmarkStart w:id="0" w:name="_GoBack"/>
            <w:bookmarkEnd w:id="0"/>
            <w:r>
              <w:rPr>
                <w:rFonts w:ascii="Arial" w:hAnsi="Arial" w:cs="Arial"/>
                <w:b/>
                <w:szCs w:val="20"/>
              </w:rPr>
              <w:t xml:space="preserve"> osobních údajů</w:t>
            </w:r>
          </w:p>
          <w:p w:rsidR="002C0A86" w:rsidRPr="00CB7BCA" w:rsidRDefault="002C0A86" w:rsidP="00F71466">
            <w:pPr>
              <w:rPr>
                <w:rFonts w:ascii="Arial" w:hAnsi="Arial" w:cs="Arial"/>
                <w:b/>
                <w:szCs w:val="20"/>
              </w:rPr>
            </w:pPr>
          </w:p>
          <w:p w:rsidR="002C0A86" w:rsidRDefault="002C0A86" w:rsidP="002C0A8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Svým podpisem bere subjekt na vědomí, že osobní údaje uvedené v tomto formuláři bude zpracovávat Městský úřad Uherské Hradiště, Masarykovo náměstí 19, Uherské Hradiště 686 01, IČ:00291471, (dále jen „Organizátor“) za účelem organizace Soutěže a následného zadání veřejné zakázky podle zákona o zadávání veřejných zakázek. </w:t>
            </w:r>
          </w:p>
          <w:p w:rsidR="002C0A86" w:rsidRDefault="002C0A86" w:rsidP="00F7146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C0A86" w:rsidTr="002C0A86">
        <w:trPr>
          <w:trHeight w:val="983"/>
        </w:trPr>
        <w:tc>
          <w:tcPr>
            <w:tcW w:w="3256" w:type="dxa"/>
          </w:tcPr>
          <w:p w:rsidR="002C0A86" w:rsidRPr="00CB7BCA" w:rsidRDefault="002C0A86" w:rsidP="00F7146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j</w:t>
            </w:r>
            <w:r w:rsidRPr="00CB7BCA">
              <w:rPr>
                <w:rFonts w:ascii="Arial" w:hAnsi="Arial" w:cs="Arial"/>
                <w:b/>
                <w:szCs w:val="20"/>
              </w:rPr>
              <w:t xml:space="preserve">méno </w:t>
            </w:r>
            <w:r>
              <w:rPr>
                <w:rFonts w:ascii="Arial" w:hAnsi="Arial" w:cs="Arial"/>
                <w:b/>
                <w:szCs w:val="20"/>
              </w:rPr>
              <w:t xml:space="preserve">účastníků </w:t>
            </w:r>
            <w:r w:rsidRPr="00CB7BCA">
              <w:rPr>
                <w:rFonts w:ascii="Arial" w:hAnsi="Arial" w:cs="Arial"/>
                <w:b/>
                <w:szCs w:val="20"/>
              </w:rPr>
              <w:t xml:space="preserve">/ </w:t>
            </w:r>
            <w:r>
              <w:rPr>
                <w:rFonts w:ascii="Arial" w:hAnsi="Arial" w:cs="Arial"/>
                <w:b/>
                <w:szCs w:val="20"/>
              </w:rPr>
              <w:t>autorů / spoluautorů a spolupracujících osob</w:t>
            </w:r>
          </w:p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podpis</w:t>
            </w: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datum a místo</w:t>
            </w:r>
          </w:p>
        </w:tc>
      </w:tr>
      <w:tr w:rsidR="002C0A86" w:rsidTr="002C0A86">
        <w:trPr>
          <w:trHeight w:val="565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45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2C0A86" w:rsidTr="002C0A86">
        <w:trPr>
          <w:trHeight w:val="567"/>
        </w:trPr>
        <w:tc>
          <w:tcPr>
            <w:tcW w:w="3256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2C0A86" w:rsidRDefault="002C0A86" w:rsidP="00F7146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Default="00B20728" w:rsidP="00B20728">
      <w:pPr>
        <w:rPr>
          <w:rFonts w:ascii="Arial" w:hAnsi="Arial" w:cs="Arial"/>
          <w:szCs w:val="20"/>
        </w:rPr>
      </w:pPr>
    </w:p>
    <w:p w:rsidR="00B20728" w:rsidRDefault="00B20728" w:rsidP="00B20728">
      <w:pPr>
        <w:rPr>
          <w:rFonts w:ascii="Arial" w:hAnsi="Arial" w:cs="Arial"/>
          <w:szCs w:val="20"/>
        </w:rPr>
      </w:pPr>
    </w:p>
    <w:p w:rsidR="00873C08" w:rsidRPr="00B20728" w:rsidRDefault="00873C08" w:rsidP="00B20728">
      <w:pPr>
        <w:rPr>
          <w:rFonts w:ascii="Arial" w:hAnsi="Arial" w:cs="Arial"/>
          <w:szCs w:val="20"/>
        </w:rPr>
      </w:pPr>
    </w:p>
    <w:sectPr w:rsidR="00873C08" w:rsidRPr="00B20728" w:rsidSect="00F01C9B">
      <w:footerReference w:type="default" r:id="rId8"/>
      <w:headerReference w:type="first" r:id="rId9"/>
      <w:footerReference w:type="first" r:id="rId10"/>
      <w:pgSz w:w="11907" w:h="16839" w:code="9"/>
      <w:pgMar w:top="1134" w:right="737" w:bottom="1701" w:left="1644" w:header="737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BCA" w:rsidRDefault="00CB7BCA" w:rsidP="003A3992">
      <w:r>
        <w:separator/>
      </w:r>
    </w:p>
  </w:endnote>
  <w:endnote w:type="continuationSeparator" w:id="0">
    <w:p w:rsidR="00CB7BCA" w:rsidRDefault="00CB7BCA" w:rsidP="003A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591268"/>
      <w:docPartObj>
        <w:docPartGallery w:val="Page Numbers (Bottom of Page)"/>
        <w:docPartUnique/>
      </w:docPartObj>
    </w:sdtPr>
    <w:sdtEndPr/>
    <w:sdtContent>
      <w:p w:rsidR="00725546" w:rsidRDefault="007255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DCA">
          <w:rPr>
            <w:noProof/>
          </w:rPr>
          <w:t>2</w:t>
        </w:r>
        <w:r>
          <w:fldChar w:fldCharType="end"/>
        </w:r>
      </w:p>
    </w:sdtContent>
  </w:sdt>
  <w:p w:rsidR="00F01C9B" w:rsidRPr="00F01C9B" w:rsidRDefault="00F01C9B" w:rsidP="00F01C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933243"/>
      <w:docPartObj>
        <w:docPartGallery w:val="Page Numbers (Bottom of Page)"/>
        <w:docPartUnique/>
      </w:docPartObj>
    </w:sdtPr>
    <w:sdtEndPr/>
    <w:sdtContent>
      <w:p w:rsidR="00725546" w:rsidRDefault="007255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DCA">
          <w:rPr>
            <w:noProof/>
          </w:rPr>
          <w:t>1</w:t>
        </w:r>
        <w:r>
          <w:fldChar w:fldCharType="end"/>
        </w:r>
      </w:p>
    </w:sdtContent>
  </w:sdt>
  <w:p w:rsidR="00725546" w:rsidRDefault="007255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BCA" w:rsidRDefault="00CB7BCA" w:rsidP="003A3992">
      <w:r>
        <w:separator/>
      </w:r>
    </w:p>
  </w:footnote>
  <w:footnote w:type="continuationSeparator" w:id="0">
    <w:p w:rsidR="00CB7BCA" w:rsidRDefault="00CB7BCA" w:rsidP="003A3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C9B" w:rsidRDefault="00F01C9B" w:rsidP="00F01C9B">
    <w:pPr>
      <w:pStyle w:val="Zhlav"/>
      <w:tabs>
        <w:tab w:val="clear" w:pos="4536"/>
        <w:tab w:val="clear" w:pos="9072"/>
        <w:tab w:val="left" w:pos="5443"/>
      </w:tabs>
      <w:rPr>
        <w:b/>
        <w:szCs w:val="20"/>
      </w:rPr>
    </w:pPr>
    <w:r>
      <w:rPr>
        <w:noProof/>
        <w:lang w:eastAsia="cs-CZ"/>
      </w:rPr>
      <w:drawing>
        <wp:anchor distT="0" distB="0" distL="114300" distR="114300" simplePos="0" relativeHeight="251672576" behindDoc="1" locked="0" layoutInCell="1" allowOverlap="1" wp14:anchorId="3A66CC4E" wp14:editId="14B89731">
          <wp:simplePos x="0" y="0"/>
          <wp:positionH relativeFrom="page">
            <wp:posOffset>431800</wp:posOffset>
          </wp:positionH>
          <wp:positionV relativeFrom="page">
            <wp:posOffset>431800</wp:posOffset>
          </wp:positionV>
          <wp:extent cx="2257425" cy="554355"/>
          <wp:effectExtent l="0" t="0" r="0" b="0"/>
          <wp:wrapSquare wrapText="bothSides"/>
          <wp:docPr id="1" name="Obrázek 2" descr="Y:\Logomanuál 2016\Využití město UH\Vzory pro VERU\znac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Y:\Logomanuál 2016\Využití město UH\Vzory pro VERU\znac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393D">
      <w:tab/>
    </w:r>
    <w:r w:rsidRPr="00CB7BCA">
      <w:rPr>
        <w:b/>
        <w:szCs w:val="20"/>
      </w:rPr>
      <w:t>M</w:t>
    </w:r>
    <w:r w:rsidR="00B20728" w:rsidRPr="00CB7BCA">
      <w:rPr>
        <w:b/>
        <w:szCs w:val="20"/>
      </w:rPr>
      <w:t>ěsto/M</w:t>
    </w:r>
    <w:r w:rsidRPr="00CB7BCA">
      <w:rPr>
        <w:b/>
        <w:szCs w:val="20"/>
      </w:rPr>
      <w:t>ěstský úřad Uherské Hradiště</w:t>
    </w:r>
  </w:p>
  <w:p w:rsidR="00CB7BCA" w:rsidRDefault="00CB7BCA" w:rsidP="00F01C9B">
    <w:pPr>
      <w:pStyle w:val="Zhlav"/>
      <w:tabs>
        <w:tab w:val="clear" w:pos="4536"/>
        <w:tab w:val="clear" w:pos="9072"/>
        <w:tab w:val="left" w:pos="5443"/>
      </w:tabs>
      <w:rPr>
        <w:b/>
        <w:szCs w:val="20"/>
      </w:rPr>
    </w:pPr>
  </w:p>
  <w:p w:rsidR="00CB7BCA" w:rsidRPr="00CB7BCA" w:rsidRDefault="00CB7BCA" w:rsidP="00F01C9B">
    <w:pPr>
      <w:pStyle w:val="Zhlav"/>
      <w:tabs>
        <w:tab w:val="clear" w:pos="4536"/>
        <w:tab w:val="clear" w:pos="9072"/>
        <w:tab w:val="left" w:pos="5443"/>
      </w:tabs>
      <w:rPr>
        <w:b/>
        <w:szCs w:val="20"/>
      </w:rPr>
    </w:pPr>
  </w:p>
  <w:p w:rsidR="00F01C9B" w:rsidRPr="00AB4D1E" w:rsidRDefault="00F01C9B" w:rsidP="00F01C9B">
    <w:pPr>
      <w:pStyle w:val="Zhlav"/>
      <w:tabs>
        <w:tab w:val="clear" w:pos="4536"/>
        <w:tab w:val="clear" w:pos="9072"/>
        <w:tab w:val="left" w:pos="5443"/>
      </w:tabs>
      <w:rPr>
        <w:rFonts w:asciiTheme="minorHAnsi" w:hAnsiTheme="minorHAnsi" w:cstheme="minorHAnsi"/>
        <w:szCs w:val="20"/>
      </w:rPr>
    </w:pPr>
    <w:r w:rsidRPr="00CB7BCA">
      <w:rPr>
        <w:b/>
        <w:szCs w:val="20"/>
      </w:rPr>
      <w:tab/>
    </w:r>
    <w:r w:rsidR="00CB7BCA" w:rsidRPr="00AB4D1E">
      <w:rPr>
        <w:rFonts w:asciiTheme="minorHAnsi" w:hAnsiTheme="minorHAnsi" w:cstheme="minorHAnsi"/>
        <w:szCs w:val="20"/>
      </w:rPr>
      <w:t>Soutěž „</w:t>
    </w:r>
    <w:r w:rsidR="00AB4D1E">
      <w:rPr>
        <w:rFonts w:asciiTheme="minorHAnsi" w:hAnsiTheme="minorHAnsi" w:cstheme="minorHAnsi"/>
        <w:szCs w:val="20"/>
      </w:rPr>
      <w:t xml:space="preserve">Rekonstrukce </w:t>
    </w:r>
    <w:r w:rsidR="00CB7BCA" w:rsidRPr="00AB4D1E">
      <w:rPr>
        <w:rFonts w:asciiTheme="minorHAnsi" w:hAnsiTheme="minorHAnsi" w:cstheme="minorHAnsi"/>
        <w:szCs w:val="20"/>
      </w:rPr>
      <w:t>Masarykov</w:t>
    </w:r>
    <w:r w:rsidR="00AB4D1E">
      <w:rPr>
        <w:rFonts w:asciiTheme="minorHAnsi" w:hAnsiTheme="minorHAnsi" w:cstheme="minorHAnsi"/>
        <w:szCs w:val="20"/>
      </w:rPr>
      <w:t>a</w:t>
    </w:r>
    <w:r w:rsidR="00CB7BCA" w:rsidRPr="00AB4D1E">
      <w:rPr>
        <w:rFonts w:asciiTheme="minorHAnsi" w:hAnsiTheme="minorHAnsi" w:cstheme="minorHAnsi"/>
        <w:szCs w:val="20"/>
      </w:rPr>
      <w:t xml:space="preserve"> náměstí“</w:t>
    </w:r>
  </w:p>
  <w:p w:rsidR="00F01C9B" w:rsidRPr="00AB4D1E" w:rsidRDefault="00F01C9B" w:rsidP="00F01C9B">
    <w:pPr>
      <w:pStyle w:val="Zhlav"/>
      <w:tabs>
        <w:tab w:val="clear" w:pos="4536"/>
        <w:tab w:val="clear" w:pos="9072"/>
        <w:tab w:val="left" w:pos="5443"/>
      </w:tabs>
      <w:rPr>
        <w:rFonts w:asciiTheme="minorHAnsi" w:hAnsiTheme="minorHAnsi" w:cstheme="minorHAnsi"/>
        <w:b/>
        <w:szCs w:val="20"/>
      </w:rPr>
    </w:pPr>
    <w:r w:rsidRPr="00AB4D1E">
      <w:rPr>
        <w:rFonts w:asciiTheme="minorHAnsi" w:hAnsiTheme="minorHAnsi" w:cstheme="minorHAnsi"/>
        <w:szCs w:val="20"/>
      </w:rPr>
      <w:tab/>
    </w:r>
    <w:r w:rsidR="00CB7BCA" w:rsidRPr="00AB4D1E">
      <w:rPr>
        <w:rFonts w:asciiTheme="minorHAnsi" w:hAnsiTheme="minorHAnsi" w:cstheme="minorHAnsi"/>
        <w:b/>
        <w:sz w:val="36"/>
        <w:szCs w:val="20"/>
      </w:rPr>
      <w:t>Formulář FI</w:t>
    </w:r>
    <w:r w:rsidRPr="00AB4D1E">
      <w:rPr>
        <w:rFonts w:asciiTheme="minorHAnsi" w:hAnsiTheme="minorHAnsi" w:cstheme="minorHAnsi"/>
        <w:b/>
        <w:sz w:val="36"/>
        <w:szCs w:val="20"/>
      </w:rPr>
      <w:t xml:space="preserve"> </w:t>
    </w:r>
  </w:p>
  <w:p w:rsidR="00F01C9B" w:rsidRPr="00CB7BCA" w:rsidRDefault="00F01C9B" w:rsidP="00F01C9B">
    <w:pPr>
      <w:pStyle w:val="Zhlav"/>
      <w:tabs>
        <w:tab w:val="clear" w:pos="4536"/>
        <w:tab w:val="clear" w:pos="9072"/>
        <w:tab w:val="left" w:pos="5443"/>
      </w:tabs>
      <w:rPr>
        <w:szCs w:val="20"/>
      </w:rPr>
    </w:pPr>
  </w:p>
  <w:p w:rsidR="00F01C9B" w:rsidRDefault="00F01C9B" w:rsidP="00F01C9B">
    <w:pPr>
      <w:pStyle w:val="Zhlav"/>
      <w:tabs>
        <w:tab w:val="clear" w:pos="4536"/>
        <w:tab w:val="clear" w:pos="9072"/>
        <w:tab w:val="left" w:pos="5443"/>
      </w:tabs>
      <w:rPr>
        <w:szCs w:val="20"/>
      </w:rPr>
    </w:pPr>
  </w:p>
  <w:p w:rsidR="00F01C9B" w:rsidRPr="00D92AD6" w:rsidRDefault="00F01C9B" w:rsidP="00F01C9B">
    <w:pPr>
      <w:pStyle w:val="Zhlav"/>
      <w:tabs>
        <w:tab w:val="clear" w:pos="4536"/>
        <w:tab w:val="clear" w:pos="9072"/>
        <w:tab w:val="left" w:pos="5443"/>
      </w:tabs>
      <w:rPr>
        <w:szCs w:val="20"/>
      </w:rPr>
    </w:pPr>
  </w:p>
  <w:p w:rsidR="00F01C9B" w:rsidRPr="000C393D" w:rsidRDefault="00F01C9B" w:rsidP="00F01C9B">
    <w:pPr>
      <w:pStyle w:val="Zhlav"/>
      <w:tabs>
        <w:tab w:val="clear" w:pos="4536"/>
        <w:tab w:val="clear" w:pos="9072"/>
        <w:tab w:val="left" w:pos="5443"/>
      </w:tabs>
      <w:spacing w:after="120"/>
    </w:pPr>
  </w:p>
  <w:p w:rsidR="005223B9" w:rsidRPr="00F01C9B" w:rsidRDefault="005223B9" w:rsidP="00F01C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A636A"/>
    <w:multiLevelType w:val="hybridMultilevel"/>
    <w:tmpl w:val="52B42D8A"/>
    <w:lvl w:ilvl="0" w:tplc="04050011">
      <w:start w:val="1"/>
      <w:numFmt w:val="decimal"/>
      <w:lvlText w:val="%1)"/>
      <w:lvlJc w:val="left"/>
      <w:pPr>
        <w:ind w:left="740" w:hanging="360"/>
      </w:pPr>
    </w:lvl>
    <w:lvl w:ilvl="1" w:tplc="04050019" w:tentative="1">
      <w:start w:val="1"/>
      <w:numFmt w:val="lowerLetter"/>
      <w:lvlText w:val="%2."/>
      <w:lvlJc w:val="left"/>
      <w:pPr>
        <w:ind w:left="1460" w:hanging="360"/>
      </w:pPr>
    </w:lvl>
    <w:lvl w:ilvl="2" w:tplc="0405001B" w:tentative="1">
      <w:start w:val="1"/>
      <w:numFmt w:val="lowerRoman"/>
      <w:lvlText w:val="%3."/>
      <w:lvlJc w:val="right"/>
      <w:pPr>
        <w:ind w:left="2180" w:hanging="180"/>
      </w:pPr>
    </w:lvl>
    <w:lvl w:ilvl="3" w:tplc="0405000F" w:tentative="1">
      <w:start w:val="1"/>
      <w:numFmt w:val="decimal"/>
      <w:lvlText w:val="%4."/>
      <w:lvlJc w:val="left"/>
      <w:pPr>
        <w:ind w:left="2900" w:hanging="360"/>
      </w:pPr>
    </w:lvl>
    <w:lvl w:ilvl="4" w:tplc="04050019" w:tentative="1">
      <w:start w:val="1"/>
      <w:numFmt w:val="lowerLetter"/>
      <w:lvlText w:val="%5."/>
      <w:lvlJc w:val="left"/>
      <w:pPr>
        <w:ind w:left="3620" w:hanging="360"/>
      </w:pPr>
    </w:lvl>
    <w:lvl w:ilvl="5" w:tplc="0405001B" w:tentative="1">
      <w:start w:val="1"/>
      <w:numFmt w:val="lowerRoman"/>
      <w:lvlText w:val="%6."/>
      <w:lvlJc w:val="right"/>
      <w:pPr>
        <w:ind w:left="4340" w:hanging="180"/>
      </w:pPr>
    </w:lvl>
    <w:lvl w:ilvl="6" w:tplc="0405000F" w:tentative="1">
      <w:start w:val="1"/>
      <w:numFmt w:val="decimal"/>
      <w:lvlText w:val="%7."/>
      <w:lvlJc w:val="left"/>
      <w:pPr>
        <w:ind w:left="5060" w:hanging="360"/>
      </w:pPr>
    </w:lvl>
    <w:lvl w:ilvl="7" w:tplc="04050019" w:tentative="1">
      <w:start w:val="1"/>
      <w:numFmt w:val="lowerLetter"/>
      <w:lvlText w:val="%8."/>
      <w:lvlJc w:val="left"/>
      <w:pPr>
        <w:ind w:left="5780" w:hanging="360"/>
      </w:pPr>
    </w:lvl>
    <w:lvl w:ilvl="8" w:tplc="040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CA"/>
    <w:rsid w:val="00000366"/>
    <w:rsid w:val="00061125"/>
    <w:rsid w:val="00092BF6"/>
    <w:rsid w:val="000A7BAC"/>
    <w:rsid w:val="000C4B2D"/>
    <w:rsid w:val="000F79D2"/>
    <w:rsid w:val="0015063F"/>
    <w:rsid w:val="001A1C5C"/>
    <w:rsid w:val="001B29BE"/>
    <w:rsid w:val="00217BC5"/>
    <w:rsid w:val="00254057"/>
    <w:rsid w:val="0027383A"/>
    <w:rsid w:val="00285796"/>
    <w:rsid w:val="002A0427"/>
    <w:rsid w:val="002A6A3D"/>
    <w:rsid w:val="002B13DE"/>
    <w:rsid w:val="002C0A86"/>
    <w:rsid w:val="00320DCA"/>
    <w:rsid w:val="003669E4"/>
    <w:rsid w:val="00372194"/>
    <w:rsid w:val="003A3992"/>
    <w:rsid w:val="00404CCE"/>
    <w:rsid w:val="00416FE0"/>
    <w:rsid w:val="0043581F"/>
    <w:rsid w:val="00441DDA"/>
    <w:rsid w:val="0044701F"/>
    <w:rsid w:val="00485F8C"/>
    <w:rsid w:val="005223B9"/>
    <w:rsid w:val="0052257F"/>
    <w:rsid w:val="005A6F1C"/>
    <w:rsid w:val="005B701D"/>
    <w:rsid w:val="005E0BAC"/>
    <w:rsid w:val="005F052F"/>
    <w:rsid w:val="00663A8D"/>
    <w:rsid w:val="00673AEA"/>
    <w:rsid w:val="00676998"/>
    <w:rsid w:val="006F08C2"/>
    <w:rsid w:val="006F5256"/>
    <w:rsid w:val="006F54A1"/>
    <w:rsid w:val="00725546"/>
    <w:rsid w:val="0079121E"/>
    <w:rsid w:val="007B14E9"/>
    <w:rsid w:val="008061DE"/>
    <w:rsid w:val="00811988"/>
    <w:rsid w:val="00847724"/>
    <w:rsid w:val="00873C08"/>
    <w:rsid w:val="00884B5E"/>
    <w:rsid w:val="008D548A"/>
    <w:rsid w:val="008D6774"/>
    <w:rsid w:val="00911451"/>
    <w:rsid w:val="009759F3"/>
    <w:rsid w:val="009A5153"/>
    <w:rsid w:val="009C5056"/>
    <w:rsid w:val="009F6EE4"/>
    <w:rsid w:val="00A1448C"/>
    <w:rsid w:val="00A43300"/>
    <w:rsid w:val="00A51BA7"/>
    <w:rsid w:val="00A5777D"/>
    <w:rsid w:val="00A7197F"/>
    <w:rsid w:val="00AB4D1E"/>
    <w:rsid w:val="00AB4D63"/>
    <w:rsid w:val="00AE08C3"/>
    <w:rsid w:val="00AE27A2"/>
    <w:rsid w:val="00B015AD"/>
    <w:rsid w:val="00B15059"/>
    <w:rsid w:val="00B20728"/>
    <w:rsid w:val="00B63467"/>
    <w:rsid w:val="00B94F15"/>
    <w:rsid w:val="00BF47CC"/>
    <w:rsid w:val="00C23BCF"/>
    <w:rsid w:val="00C36DDC"/>
    <w:rsid w:val="00C55314"/>
    <w:rsid w:val="00C93397"/>
    <w:rsid w:val="00CA27CE"/>
    <w:rsid w:val="00CB7BCA"/>
    <w:rsid w:val="00CC4582"/>
    <w:rsid w:val="00D07892"/>
    <w:rsid w:val="00D07CE5"/>
    <w:rsid w:val="00D11804"/>
    <w:rsid w:val="00D30BA2"/>
    <w:rsid w:val="00D73B2C"/>
    <w:rsid w:val="00DA3D47"/>
    <w:rsid w:val="00DE0062"/>
    <w:rsid w:val="00DE5CB0"/>
    <w:rsid w:val="00E01285"/>
    <w:rsid w:val="00E03B1E"/>
    <w:rsid w:val="00E764FC"/>
    <w:rsid w:val="00E84696"/>
    <w:rsid w:val="00EB33AA"/>
    <w:rsid w:val="00F01C9B"/>
    <w:rsid w:val="00F0403F"/>
    <w:rsid w:val="00FC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77A486"/>
  <w15:docId w15:val="{BCFC6C1A-4ED2-4D1E-92B3-BADA03D0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20"/>
    </w:pPr>
    <w:rPr>
      <w:rFonts w:ascii="Arial" w:eastAsia="Arial" w:hAnsi="Arial"/>
      <w:b/>
      <w:bCs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A39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3992"/>
  </w:style>
  <w:style w:type="paragraph" w:styleId="Zpat">
    <w:name w:val="footer"/>
    <w:basedOn w:val="Normln"/>
    <w:link w:val="ZpatChar"/>
    <w:uiPriority w:val="99"/>
    <w:unhideWhenUsed/>
    <w:rsid w:val="003A39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3992"/>
  </w:style>
  <w:style w:type="character" w:styleId="Hypertextovodkaz">
    <w:name w:val="Hyperlink"/>
    <w:basedOn w:val="Standardnpsmoodstavce"/>
    <w:uiPriority w:val="99"/>
    <w:unhideWhenUsed/>
    <w:rsid w:val="00B6346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1285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1285"/>
    <w:rPr>
      <w:rFonts w:ascii="Tahoma" w:hAnsi="Tahoma" w:cs="Tahoma"/>
      <w:sz w:val="16"/>
      <w:szCs w:val="16"/>
      <w:lang w:val="cs-CZ"/>
    </w:rPr>
  </w:style>
  <w:style w:type="table" w:styleId="Mkatabulky">
    <w:name w:val="Table Grid"/>
    <w:basedOn w:val="Normlntabulka"/>
    <w:uiPriority w:val="59"/>
    <w:rsid w:val="00A57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ochova\Downloads\Vzor+-+Hlavickovy+papir_UNI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D2F02-6E3A-401C-A23C-858A5745A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Vzor+-+Hlavickovy+papir_UNI(1)</Template>
  <TotalTime>41</TotalTime>
  <Pages>3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Radochová Martina</dc:creator>
  <cp:lastModifiedBy>Radochová Martina</cp:lastModifiedBy>
  <cp:revision>10</cp:revision>
  <cp:lastPrinted>2016-06-23T11:28:00Z</cp:lastPrinted>
  <dcterms:created xsi:type="dcterms:W3CDTF">2023-05-03T12:52:00Z</dcterms:created>
  <dcterms:modified xsi:type="dcterms:W3CDTF">2023-05-03T14:34:00Z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Creator">
    <vt:lpwstr>Adobe InDesign CS5 (7.0)</vt:lpwstr>
  </property>
  <property fmtid="{D5CDD505-2E9C-101B-9397-08002B2CF9AE}" pid="4" name="LastSaved">
    <vt:filetime>2016-06-23T00:00:00Z</vt:filetime>
  </property>
</Properties>
</file>